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F3395" w14:textId="77777777"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ALLEGATO B</w:t>
      </w:r>
    </w:p>
    <w:p w14:paraId="003A9AD2" w14:textId="77777777"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3522CE6" w14:textId="77777777"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SCHEDA DI PROGETTO</w:t>
      </w:r>
    </w:p>
    <w:p w14:paraId="62915FC0" w14:textId="77777777" w:rsidR="00CD1A42" w:rsidRPr="00CD1A42" w:rsidRDefault="00CD1A42" w:rsidP="00CD1A4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D1A42">
        <w:rPr>
          <w:b/>
          <w:sz w:val="24"/>
          <w:szCs w:val="24"/>
        </w:rPr>
        <w:t>(da inviare unitamente all’elaborato per il concorso “L’Europa inizia a Lampedusa”)</w:t>
      </w:r>
    </w:p>
    <w:p w14:paraId="7E133C10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2F4208F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A91D369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italiana: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 Regione: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3768253B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Città: </w:t>
      </w:r>
      <w:r w:rsidRPr="00CD1A42">
        <w:rPr>
          <w:sz w:val="24"/>
          <w:szCs w:val="24"/>
        </w:rPr>
        <w:tab/>
      </w:r>
    </w:p>
    <w:p w14:paraId="31692A37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Provincia: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2A855B65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Via: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CAP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590FFC3E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Tel.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>e-mail: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</w:p>
    <w:p w14:paraId="554CCC76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7E4CA0F5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5CC7CBE4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</w:t>
      </w:r>
    </w:p>
    <w:p w14:paraId="77E5D173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46A130FF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30E1892B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7580AFD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7AA79FA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Istituzione scolastica europea: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Città: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12166582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Stato:  </w:t>
      </w:r>
      <w:r w:rsidRPr="00CD1A42">
        <w:rPr>
          <w:sz w:val="24"/>
          <w:szCs w:val="24"/>
        </w:rPr>
        <w:tab/>
      </w:r>
    </w:p>
    <w:p w14:paraId="0040DF1B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e-mail: </w:t>
      </w:r>
      <w:r w:rsidRPr="00CD1A42">
        <w:rPr>
          <w:sz w:val="24"/>
          <w:szCs w:val="24"/>
        </w:rPr>
        <w:tab/>
      </w:r>
    </w:p>
    <w:p w14:paraId="53BBCF19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Autore/i – Autrice/i: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 </w:t>
      </w:r>
      <w:r w:rsidRPr="00CD1A42">
        <w:rPr>
          <w:sz w:val="24"/>
          <w:szCs w:val="24"/>
        </w:rPr>
        <w:tab/>
      </w:r>
    </w:p>
    <w:p w14:paraId="6704C613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Classe: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  <w:t xml:space="preserve">Sezione: </w:t>
      </w:r>
      <w:r w:rsidRPr="00CD1A42">
        <w:rPr>
          <w:sz w:val="24"/>
          <w:szCs w:val="24"/>
        </w:rPr>
        <w:tab/>
      </w:r>
    </w:p>
    <w:p w14:paraId="3D2FC6E1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Docente referente del progetto:  </w:t>
      </w:r>
      <w:r w:rsidRPr="00CD1A42">
        <w:rPr>
          <w:sz w:val="24"/>
          <w:szCs w:val="24"/>
        </w:rPr>
        <w:tab/>
        <w:t xml:space="preserve">  </w:t>
      </w:r>
      <w:r w:rsidRPr="00CD1A42">
        <w:rPr>
          <w:sz w:val="24"/>
          <w:szCs w:val="24"/>
        </w:rPr>
        <w:tab/>
      </w:r>
      <w:r w:rsidRPr="00CD1A42">
        <w:rPr>
          <w:sz w:val="24"/>
          <w:szCs w:val="24"/>
        </w:rPr>
        <w:tab/>
      </w:r>
    </w:p>
    <w:p w14:paraId="6CED88DE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Riferimenti telefonici: </w:t>
      </w:r>
      <w:r w:rsidRPr="00CD1A42">
        <w:rPr>
          <w:sz w:val="24"/>
          <w:szCs w:val="24"/>
        </w:rPr>
        <w:tab/>
        <w:t xml:space="preserve"> </w:t>
      </w:r>
    </w:p>
    <w:p w14:paraId="6FA89266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e-mail:</w:t>
      </w:r>
    </w:p>
    <w:p w14:paraId="310546AC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274F274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Descrizione del percorso laboratoriale e/o formativo propedeutico alla realizzazione dell’opera (massimo 3.000 battute):</w:t>
      </w:r>
    </w:p>
    <w:p w14:paraId="4B8607EF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FEB33B6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D2BCFCB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4CF7032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50FF2A7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6FDCA4E4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 xml:space="preserve">Titolo dell’opera: </w:t>
      </w:r>
      <w:r w:rsidRPr="00CD1A42">
        <w:rPr>
          <w:sz w:val="24"/>
          <w:szCs w:val="24"/>
        </w:rPr>
        <w:tab/>
      </w:r>
    </w:p>
    <w:p w14:paraId="7EAEAFD1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E9BE1D6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Breve descrizione dell’opera (massimo 20 righe)</w:t>
      </w:r>
    </w:p>
    <w:p w14:paraId="0D337A6E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AEC7D78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D961E37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D1A42">
        <w:rPr>
          <w:sz w:val="24"/>
          <w:szCs w:val="24"/>
        </w:rPr>
        <w:t>Presentazione (in lingua inglese, massimo 300 parole)</w:t>
      </w:r>
    </w:p>
    <w:p w14:paraId="7311F19A" w14:textId="77777777" w:rsidR="00CD1A42" w:rsidRPr="00CD1A42" w:rsidRDefault="00CD1A42" w:rsidP="00CD1A42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26EA80B" w14:textId="77777777" w:rsidR="00562349" w:rsidRPr="00CD1A42" w:rsidRDefault="00562349" w:rsidP="00CD1A42"/>
    <w:sectPr w:rsidR="00562349" w:rsidRPr="00CD1A42" w:rsidSect="009475A9">
      <w:headerReference w:type="default" r:id="rId7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44C99" w14:textId="77777777" w:rsidR="00C00966" w:rsidRDefault="00C00966">
      <w:r>
        <w:separator/>
      </w:r>
    </w:p>
  </w:endnote>
  <w:endnote w:type="continuationSeparator" w:id="0">
    <w:p w14:paraId="6DDA5733" w14:textId="77777777" w:rsidR="00C00966" w:rsidRDefault="00C0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A807C" w14:textId="77777777" w:rsidR="00C00966" w:rsidRDefault="00C00966">
      <w:r>
        <w:separator/>
      </w:r>
    </w:p>
  </w:footnote>
  <w:footnote w:type="continuationSeparator" w:id="0">
    <w:p w14:paraId="5EB51742" w14:textId="77777777" w:rsidR="00C00966" w:rsidRDefault="00C00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DF5C5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03802D2E" wp14:editId="6751FA8D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DA3E78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2C9B220A" w14:textId="77777777"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5675A610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6568"/>
    <w:rsid w:val="001D569A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5236D"/>
    <w:rsid w:val="004945A1"/>
    <w:rsid w:val="00494B68"/>
    <w:rsid w:val="004A3ED9"/>
    <w:rsid w:val="004D0D5C"/>
    <w:rsid w:val="0051159A"/>
    <w:rsid w:val="005375B3"/>
    <w:rsid w:val="00543E1E"/>
    <w:rsid w:val="00562349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7740"/>
    <w:rsid w:val="006431ED"/>
    <w:rsid w:val="006437AE"/>
    <w:rsid w:val="00644E2F"/>
    <w:rsid w:val="0065515B"/>
    <w:rsid w:val="00660FB4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D5F61"/>
    <w:rsid w:val="008E2061"/>
    <w:rsid w:val="008F0C7A"/>
    <w:rsid w:val="008F6C36"/>
    <w:rsid w:val="00910AA8"/>
    <w:rsid w:val="009257AD"/>
    <w:rsid w:val="009475A9"/>
    <w:rsid w:val="009857AA"/>
    <w:rsid w:val="00993B36"/>
    <w:rsid w:val="009C3AF7"/>
    <w:rsid w:val="009F4770"/>
    <w:rsid w:val="00A02A02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00966"/>
    <w:rsid w:val="00C14C40"/>
    <w:rsid w:val="00C15430"/>
    <w:rsid w:val="00C2453B"/>
    <w:rsid w:val="00C427AF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6D0FE5"/>
  <w15:docId w15:val="{09C1FF7A-DFB8-4970-BFAA-A23D601B6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Alessandra Rodella</cp:lastModifiedBy>
  <cp:revision>2</cp:revision>
  <cp:lastPrinted>2019-03-29T09:26:00Z</cp:lastPrinted>
  <dcterms:created xsi:type="dcterms:W3CDTF">2020-10-06T07:05:00Z</dcterms:created>
  <dcterms:modified xsi:type="dcterms:W3CDTF">2020-10-06T07:05:00Z</dcterms:modified>
</cp:coreProperties>
</file>